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3D02D07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E2E2D" w:rsidRPr="009E2E2D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634C7F5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 xml:space="preserve">dlimitní </w:t>
      </w:r>
      <w:r w:rsidR="006D392E" w:rsidRPr="009E2E2D">
        <w:rPr>
          <w:rFonts w:eastAsia="Times New Roman" w:cs="Times New Roman"/>
          <w:lang w:eastAsia="cs-CZ"/>
        </w:rPr>
        <w:t>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9E2E2D" w:rsidRPr="00E007E8">
        <w:rPr>
          <w:rFonts w:eastAsia="Times New Roman" w:cs="Times New Roman"/>
          <w:b/>
          <w:noProof/>
        </w:rPr>
        <w:t>Pojištění odpovědnosti Správy železnic na rok 2023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 w:rsidRPr="009E2E2D">
        <w:rPr>
          <w:rFonts w:eastAsia="Times New Roman" w:cs="Times New Roman"/>
          <w:lang w:eastAsia="cs-CZ"/>
        </w:rPr>
        <w:t xml:space="preserve">č.j. </w:t>
      </w:r>
      <w:r w:rsidR="00D91EC9" w:rsidRPr="00D91EC9">
        <w:rPr>
          <w:rFonts w:eastAsia="Verdana" w:cs="Times New Roman"/>
        </w:rPr>
        <w:t>59517</w:t>
      </w:r>
      <w:r w:rsidR="009E2E2D" w:rsidRPr="00E007E8">
        <w:rPr>
          <w:rFonts w:eastAsia="Verdana" w:cs="Times New Roman"/>
        </w:rPr>
        <w:t>/2022-SŽ-GŘ-O8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  <w:bookmarkStart w:id="1" w:name="_GoBack"/>
      <w:bookmarkEnd w:id="1"/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1F56D" w14:textId="77777777" w:rsidR="00BE7DF8" w:rsidRDefault="00BE7DF8" w:rsidP="00962258">
      <w:pPr>
        <w:spacing w:after="0" w:line="240" w:lineRule="auto"/>
      </w:pPr>
      <w:r>
        <w:separator/>
      </w:r>
    </w:p>
  </w:endnote>
  <w:endnote w:type="continuationSeparator" w:id="0">
    <w:p w14:paraId="77BBB97D" w14:textId="77777777" w:rsidR="00BE7DF8" w:rsidRDefault="00BE7DF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59253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4C13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71E53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21BC0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44373" w14:textId="77777777" w:rsidR="00BE7DF8" w:rsidRDefault="00BE7DF8" w:rsidP="00962258">
      <w:pPr>
        <w:spacing w:after="0" w:line="240" w:lineRule="auto"/>
      </w:pPr>
      <w:r>
        <w:separator/>
      </w:r>
    </w:p>
  </w:footnote>
  <w:footnote w:type="continuationSeparator" w:id="0">
    <w:p w14:paraId="31E16632" w14:textId="77777777" w:rsidR="00BE7DF8" w:rsidRDefault="00BE7DF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419FE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E2E2D"/>
    <w:rsid w:val="009F392E"/>
    <w:rsid w:val="009F3C7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BE7DF8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91EC9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1BB482F-7F2C-4CDD-AABB-19B9EBD3F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Engelová Petra</cp:lastModifiedBy>
  <cp:revision>4</cp:revision>
  <cp:lastPrinted>2020-02-10T12:41:00Z</cp:lastPrinted>
  <dcterms:created xsi:type="dcterms:W3CDTF">2022-07-08T08:07:00Z</dcterms:created>
  <dcterms:modified xsi:type="dcterms:W3CDTF">2022-08-25T13:30:00Z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